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A6" w:rsidRDefault="006C6EA6" w:rsidP="000D41D0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100_0754" style="position:absolute;left:0;text-align:left;margin-left:354.25pt;margin-top:6.4pt;width:151.2pt;height:142.05pt;z-index:251658240;visibility:visible;mso-wrap-distance-left:9.96pt;mso-wrap-distance-top:1.92pt;mso-wrap-distance-right:3.23764mm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">
            <v:imagedata r:id="rId7" o:title=""/>
            <o:lock v:ext="edit" aspectratio="f"/>
          </v:shape>
        </w:pict>
      </w:r>
      <w:smartTag w:uri="urn:schemas-microsoft-com:office:smarttags" w:element="City">
        <w:smartTag w:uri="urn:schemas-microsoft-com:office:smarttags" w:element="place">
          <w:r w:rsidRPr="001D63DF">
            <w:rPr>
              <w:rFonts w:ascii="Trebuchet MS" w:hAnsi="Trebuchet MS"/>
              <w:b/>
              <w:i/>
              <w:color w:val="333399"/>
              <w:sz w:val="28"/>
              <w:szCs w:val="28"/>
            </w:rPr>
            <w:t>St Joseph</w:t>
          </w:r>
        </w:smartTag>
      </w:smartTag>
      <w:r w:rsidRPr="001D63DF">
        <w:rPr>
          <w:rFonts w:ascii="Trebuchet MS" w:hAnsi="Trebuchet MS"/>
          <w:b/>
          <w:i/>
          <w:color w:val="333399"/>
          <w:sz w:val="28"/>
          <w:szCs w:val="28"/>
        </w:rPr>
        <w:t>’s Primary</w:t>
      </w:r>
      <w:r>
        <w:rPr>
          <w:rFonts w:ascii="Trebuchet MS" w:hAnsi="Trebuchet MS"/>
          <w:b/>
          <w:i/>
          <w:color w:val="333399"/>
          <w:sz w:val="28"/>
          <w:szCs w:val="28"/>
        </w:rPr>
        <w:t xml:space="preserve"> School</w:t>
      </w:r>
    </w:p>
    <w:p w:rsidR="006C6EA6" w:rsidRPr="00921FD1" w:rsidRDefault="006C6EA6" w:rsidP="000D41D0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  <w:sz w:val="16"/>
          <w:szCs w:val="16"/>
        </w:rPr>
      </w:pPr>
    </w:p>
    <w:p w:rsidR="006C6EA6" w:rsidRDefault="006C6EA6" w:rsidP="001D63DF">
      <w:pPr>
        <w:pStyle w:val="BodyText"/>
        <w:rPr>
          <w:b/>
          <w:i/>
          <w:color w:val="333399"/>
          <w:sz w:val="44"/>
          <w:szCs w:val="44"/>
        </w:rPr>
      </w:pPr>
      <w:r>
        <w:rPr>
          <w:b/>
          <w:i/>
          <w:color w:val="333399"/>
          <w:sz w:val="44"/>
          <w:szCs w:val="44"/>
        </w:rPr>
        <w:t>Staff Meetings &amp; Communication</w:t>
      </w:r>
    </w:p>
    <w:p w:rsidR="006C6EA6" w:rsidRDefault="006C6EA6" w:rsidP="00CA350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15pt;margin-top:11.6pt;width:129.35pt;height:0;z-index:251659264" o:connectortype="straight" strokecolor="#243f60" strokeweight="3pt">
            <v:shadow on="t" color="#7f7f7f" opacity=".5" offset="-6pt,-6pt"/>
          </v:shape>
        </w:pict>
      </w:r>
    </w:p>
    <w:p w:rsidR="006C6EA6" w:rsidRPr="00CA3509" w:rsidRDefault="006C6EA6" w:rsidP="00CA350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</w:p>
    <w:p w:rsidR="006C6EA6" w:rsidRDefault="006C6EA6" w:rsidP="0005227B">
      <w:pPr>
        <w:pStyle w:val="BodyText"/>
      </w:pPr>
      <w:r>
        <w:t>Staff Meetings will continue to take place on:</w:t>
      </w:r>
    </w:p>
    <w:p w:rsidR="006C6EA6" w:rsidRDefault="006C6EA6" w:rsidP="00FF30EE">
      <w:pPr>
        <w:pStyle w:val="BodyText"/>
        <w:ind w:firstLine="720"/>
      </w:pPr>
      <w:r>
        <w:t>Tuesday afternoon commencing at 3:40pm SHARP</w:t>
      </w:r>
    </w:p>
    <w:p w:rsidR="006C6EA6" w:rsidRDefault="006C6EA6" w:rsidP="00FF30EE">
      <w:pPr>
        <w:pStyle w:val="BodyText"/>
        <w:ind w:firstLine="720"/>
      </w:pPr>
      <w:r>
        <w:t>Wednesday morning at 8:30am SHARP</w:t>
      </w:r>
    </w:p>
    <w:p w:rsidR="006C6EA6" w:rsidRDefault="006C6EA6" w:rsidP="00FF30EE">
      <w:pPr>
        <w:pStyle w:val="BodyText"/>
      </w:pPr>
      <w:r>
        <w:t>However, the content and order will change.</w:t>
      </w:r>
    </w:p>
    <w:p w:rsidR="006C6EA6" w:rsidRDefault="006C6EA6" w:rsidP="00FF30EE">
      <w:pPr>
        <w:pStyle w:val="BodyText"/>
      </w:pPr>
    </w:p>
    <w:p w:rsidR="006C6EA6" w:rsidRDefault="006C6EA6" w:rsidP="00FF30EE">
      <w:pPr>
        <w:pStyle w:val="BodyText"/>
      </w:pPr>
      <w:r>
        <w:t>The Tuesday afternoon meeting will follow a fortnightly cycle.</w:t>
      </w:r>
    </w:p>
    <w:p w:rsidR="006C6EA6" w:rsidRDefault="006C6EA6" w:rsidP="00FF30EE">
      <w:pPr>
        <w:pStyle w:val="BodyText"/>
      </w:pPr>
      <w:r>
        <w:t>Even weeks will be structured as follows:</w:t>
      </w:r>
    </w:p>
    <w:p w:rsidR="006C6EA6" w:rsidRDefault="006C6EA6" w:rsidP="00FF30EE">
      <w:pPr>
        <w:pStyle w:val="BodyText"/>
      </w:pPr>
      <w:r>
        <w:tab/>
        <w:t>Prayer</w:t>
      </w:r>
    </w:p>
    <w:p w:rsidR="006C6EA6" w:rsidRDefault="006C6EA6" w:rsidP="00FF30EE">
      <w:pPr>
        <w:pStyle w:val="BodyText"/>
        <w:ind w:firstLine="720"/>
      </w:pPr>
      <w:r>
        <w:t xml:space="preserve">Professional </w:t>
      </w:r>
      <w:smartTag w:uri="urn:schemas-microsoft-com:office:smarttags" w:element="place">
        <w:r>
          <w:t>Reading</w:t>
        </w:r>
      </w:smartTag>
      <w:r>
        <w:t xml:space="preserve"> (See Roster)</w:t>
      </w:r>
    </w:p>
    <w:p w:rsidR="006C6EA6" w:rsidRDefault="006C6EA6" w:rsidP="00FF30EE">
      <w:pPr>
        <w:pStyle w:val="BodyText"/>
      </w:pPr>
      <w:r>
        <w:tab/>
        <w:t>Learning Stories  (See Roster)</w:t>
      </w:r>
    </w:p>
    <w:p w:rsidR="006C6EA6" w:rsidRDefault="006C6EA6" w:rsidP="008841A2">
      <w:pPr>
        <w:pStyle w:val="BodyText"/>
        <w:ind w:left="720"/>
      </w:pPr>
      <w:r>
        <w:t xml:space="preserve">Set Agenda to begin at 4:40pm </w:t>
      </w:r>
    </w:p>
    <w:p w:rsidR="006C6EA6" w:rsidRDefault="006C6EA6" w:rsidP="008841A2">
      <w:pPr>
        <w:pStyle w:val="BodyText"/>
        <w:ind w:left="720"/>
      </w:pPr>
      <w:r>
        <w:t>(OHS, Behaviour Management/ Restorative Practices, Playground, Student of the Week</w:t>
      </w:r>
      <w:r w:rsidRPr="008841A2">
        <w:t xml:space="preserve"> </w:t>
      </w:r>
      <w:r>
        <w:t>Pastoral Care)</w:t>
      </w:r>
    </w:p>
    <w:p w:rsidR="006C6EA6" w:rsidRDefault="006C6EA6" w:rsidP="008841A2">
      <w:pPr>
        <w:pStyle w:val="BodyText"/>
        <w:ind w:left="720"/>
      </w:pPr>
      <w:r>
        <w:t>Meeting close 5:00pm</w:t>
      </w:r>
    </w:p>
    <w:p w:rsidR="006C6EA6" w:rsidRDefault="006C6EA6" w:rsidP="00FF30EE">
      <w:pPr>
        <w:pStyle w:val="BodyText"/>
      </w:pPr>
      <w:r>
        <w:t>Odd weeks will follow this structure</w:t>
      </w:r>
    </w:p>
    <w:p w:rsidR="006C6EA6" w:rsidRDefault="006C6EA6" w:rsidP="00FF30EE">
      <w:pPr>
        <w:pStyle w:val="BodyText"/>
      </w:pPr>
      <w:r>
        <w:tab/>
        <w:t>Prayer</w:t>
      </w:r>
    </w:p>
    <w:p w:rsidR="006C6EA6" w:rsidRDefault="006C6EA6" w:rsidP="00094C4D">
      <w:pPr>
        <w:pStyle w:val="BodyText"/>
        <w:ind w:firstLine="720"/>
      </w:pPr>
      <w:r>
        <w:t>LTLL Focus</w:t>
      </w:r>
    </w:p>
    <w:p w:rsidR="006C6EA6" w:rsidRDefault="006C6EA6" w:rsidP="008841A2">
      <w:pPr>
        <w:pStyle w:val="BodyText"/>
        <w:ind w:left="720"/>
      </w:pPr>
      <w:r>
        <w:t xml:space="preserve">Set Agenda to begin at 4:40pm </w:t>
      </w:r>
    </w:p>
    <w:p w:rsidR="006C6EA6" w:rsidRDefault="006C6EA6" w:rsidP="008841A2">
      <w:pPr>
        <w:pStyle w:val="BodyText"/>
        <w:ind w:left="720"/>
      </w:pPr>
      <w:r>
        <w:t>(OHS, Behaviour Management/ Restorative Practices, Playground, Student of the Week</w:t>
      </w:r>
      <w:r w:rsidRPr="008841A2">
        <w:t xml:space="preserve"> </w:t>
      </w:r>
      <w:r>
        <w:t>Pastoral Care)</w:t>
      </w:r>
    </w:p>
    <w:p w:rsidR="006C6EA6" w:rsidRDefault="006C6EA6" w:rsidP="008841A2">
      <w:pPr>
        <w:pStyle w:val="BodyText"/>
        <w:ind w:left="720"/>
      </w:pPr>
      <w:r>
        <w:t>Meeting close 5:00pm</w:t>
      </w:r>
    </w:p>
    <w:p w:rsidR="006C6EA6" w:rsidRDefault="006C6EA6" w:rsidP="00921FD1">
      <w:pPr>
        <w:pStyle w:val="BodyText"/>
        <w:ind w:firstLine="720"/>
      </w:pPr>
    </w:p>
    <w:p w:rsidR="006C6EA6" w:rsidRDefault="006C6EA6" w:rsidP="00921FD1">
      <w:pPr>
        <w:pStyle w:val="BodyText"/>
      </w:pPr>
      <w:r>
        <w:t>Wednesday Meeting:</w:t>
      </w:r>
    </w:p>
    <w:p w:rsidR="006C6EA6" w:rsidRDefault="006C6EA6" w:rsidP="00921FD1">
      <w:pPr>
        <w:pStyle w:val="BodyText"/>
        <w:ind w:firstLine="720"/>
      </w:pPr>
      <w:r>
        <w:t>General Business</w:t>
      </w:r>
    </w:p>
    <w:p w:rsidR="006C6EA6" w:rsidRDefault="006C6EA6" w:rsidP="00921FD1">
      <w:pPr>
        <w:pStyle w:val="BodyText"/>
        <w:ind w:firstLine="720"/>
      </w:pPr>
      <w:r>
        <w:t>REC, ICTT, LST</w:t>
      </w:r>
    </w:p>
    <w:p w:rsidR="006C6EA6" w:rsidRDefault="006C6EA6" w:rsidP="00921FD1">
      <w:pPr>
        <w:pStyle w:val="BodyText"/>
        <w:ind w:firstLine="720"/>
      </w:pPr>
      <w:r>
        <w:t>Principal</w:t>
      </w:r>
    </w:p>
    <w:p w:rsidR="006C6EA6" w:rsidRDefault="006C6EA6" w:rsidP="00921FD1">
      <w:pPr>
        <w:pStyle w:val="BodyText"/>
      </w:pPr>
    </w:p>
    <w:p w:rsidR="006C6EA6" w:rsidRDefault="006C6EA6" w:rsidP="00CA3509">
      <w:pPr>
        <w:pStyle w:val="BodyText"/>
      </w:pPr>
      <w:r>
        <w:t>Principal, Executive Staff MEMOS:</w:t>
      </w:r>
    </w:p>
    <w:p w:rsidR="006C6EA6" w:rsidRDefault="006C6EA6" w:rsidP="008841A2">
      <w:pPr>
        <w:pStyle w:val="BodyText"/>
        <w:ind w:left="720"/>
      </w:pPr>
      <w:r>
        <w:t>This form of communication will be used to share information or organisation that doesn’t need discussion.</w:t>
      </w:r>
    </w:p>
    <w:p w:rsidR="006C6EA6" w:rsidRDefault="006C6EA6" w:rsidP="00CA3509">
      <w:pPr>
        <w:pStyle w:val="BodyText"/>
        <w:ind w:left="720"/>
      </w:pPr>
      <w:r>
        <w:t>Staff will need to regular check E-mails (daily habit)</w:t>
      </w:r>
    </w:p>
    <w:p w:rsidR="006C6EA6" w:rsidRPr="0005227B" w:rsidRDefault="006C6EA6" w:rsidP="00FF30EE">
      <w:pPr>
        <w:pStyle w:val="BodyText"/>
      </w:pPr>
    </w:p>
    <w:sectPr w:rsidR="006C6EA6" w:rsidRPr="0005227B" w:rsidSect="007840A9">
      <w:footerReference w:type="default" r:id="rId8"/>
      <w:pgSz w:w="11906" w:h="16838"/>
      <w:pgMar w:top="426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A6" w:rsidRDefault="006C6EA6" w:rsidP="00D428D2">
      <w:pPr>
        <w:spacing w:after="0" w:line="240" w:lineRule="auto"/>
      </w:pPr>
      <w:r>
        <w:separator/>
      </w:r>
    </w:p>
  </w:endnote>
  <w:endnote w:type="continuationSeparator" w:id="0">
    <w:p w:rsidR="006C6EA6" w:rsidRDefault="006C6EA6" w:rsidP="00D42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A6" w:rsidRPr="00445524" w:rsidRDefault="006C6EA6" w:rsidP="00D428D2">
    <w:pPr>
      <w:pStyle w:val="Footer"/>
      <w:jc w:val="center"/>
      <w:rPr>
        <w:rFonts w:ascii="Trebuchet MS" w:hAnsi="Trebuchet MS"/>
        <w:b/>
        <w:i/>
        <w:sz w:val="20"/>
        <w:szCs w:val="20"/>
      </w:rPr>
    </w:pPr>
    <w:r w:rsidRPr="00445524">
      <w:rPr>
        <w:rFonts w:ascii="Trebuchet MS" w:hAnsi="Trebuchet MS"/>
        <w:b/>
        <w:i/>
        <w:sz w:val="20"/>
        <w:szCs w:val="20"/>
      </w:rPr>
      <w:t xml:space="preserve">We are a </w:t>
    </w:r>
    <w:smartTag w:uri="urn:schemas-microsoft-com:office:smarttags" w:element="PlaceName">
      <w:smartTag w:uri="urn:schemas-microsoft-com:office:smarttags" w:element="place">
        <w:r w:rsidRPr="00445524">
          <w:rPr>
            <w:rFonts w:ascii="Trebuchet MS" w:hAnsi="Trebuchet MS"/>
            <w:b/>
            <w:i/>
            <w:sz w:val="20"/>
            <w:szCs w:val="20"/>
          </w:rPr>
          <w:t>Fragrance</w:t>
        </w:r>
      </w:smartTag>
      <w:r w:rsidRPr="00445524">
        <w:rPr>
          <w:rFonts w:ascii="Trebuchet MS" w:hAnsi="Trebuchet MS"/>
          <w:b/>
          <w:i/>
          <w:sz w:val="20"/>
          <w:szCs w:val="20"/>
        </w:rPr>
        <w:t xml:space="preserve"> </w:t>
      </w:r>
      <w:smartTag w:uri="urn:schemas-microsoft-com:office:smarttags" w:element="PlaceType">
        <w:smartTag w:uri="urn:schemas-microsoft-com:office:smarttags" w:element="PlaceName">
          <w:r w:rsidRPr="00445524">
            <w:rPr>
              <w:rFonts w:ascii="Trebuchet MS" w:hAnsi="Trebuchet MS"/>
              <w:b/>
              <w:i/>
              <w:sz w:val="20"/>
              <w:szCs w:val="20"/>
            </w:rPr>
            <w:t>Free</w:t>
          </w:r>
        </w:smartTag>
      </w:smartTag>
      <w:r w:rsidRPr="00445524">
        <w:rPr>
          <w:rFonts w:ascii="Trebuchet MS" w:hAnsi="Trebuchet MS"/>
          <w:b/>
          <w:i/>
          <w:sz w:val="20"/>
          <w:szCs w:val="20"/>
        </w:rPr>
        <w:t xml:space="preserve"> </w:t>
      </w:r>
      <w:smartTag w:uri="urn:schemas-microsoft-com:office:smarttags" w:element="place">
        <w:r w:rsidRPr="00445524">
          <w:rPr>
            <w:rFonts w:ascii="Trebuchet MS" w:hAnsi="Trebuchet MS"/>
            <w:b/>
            <w:i/>
            <w:sz w:val="20"/>
            <w:szCs w:val="20"/>
          </w:rPr>
          <w:t>School</w:t>
        </w:r>
      </w:smartTag>
    </w:smartTag>
    <w:r w:rsidRPr="00445524">
      <w:rPr>
        <w:rFonts w:ascii="Trebuchet MS" w:hAnsi="Trebuchet MS"/>
        <w:b/>
        <w:i/>
        <w:sz w:val="20"/>
        <w:szCs w:val="20"/>
      </w:rPr>
      <w:t xml:space="preserve">   -  “Fostering a</w:t>
    </w:r>
    <w:r>
      <w:rPr>
        <w:rFonts w:ascii="Trebuchet MS" w:hAnsi="Trebuchet MS"/>
        <w:b/>
        <w:i/>
        <w:sz w:val="20"/>
        <w:szCs w:val="20"/>
      </w:rPr>
      <w:t>n Educational</w:t>
    </w:r>
    <w:r w:rsidRPr="00445524">
      <w:rPr>
        <w:rFonts w:ascii="Trebuchet MS" w:hAnsi="Trebuchet MS"/>
        <w:b/>
        <w:i/>
        <w:sz w:val="20"/>
        <w:szCs w:val="20"/>
      </w:rPr>
      <w:t xml:space="preserve"> Community of Care”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A6" w:rsidRDefault="006C6EA6" w:rsidP="00D428D2">
      <w:pPr>
        <w:spacing w:after="0" w:line="240" w:lineRule="auto"/>
      </w:pPr>
      <w:r>
        <w:separator/>
      </w:r>
    </w:p>
  </w:footnote>
  <w:footnote w:type="continuationSeparator" w:id="0">
    <w:p w:rsidR="006C6EA6" w:rsidRDefault="006C6EA6" w:rsidP="00D42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5EE2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62477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4E4F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AD6D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EC69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D63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36A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BEE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9E8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1A2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301C99"/>
    <w:multiLevelType w:val="hybridMultilevel"/>
    <w:tmpl w:val="C7B2AA58"/>
    <w:lvl w:ilvl="0" w:tplc="34421D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7EC83C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321C64"/>
    <w:multiLevelType w:val="hybridMultilevel"/>
    <w:tmpl w:val="B80C27D2"/>
    <w:lvl w:ilvl="0" w:tplc="7EC83CF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4902C31"/>
    <w:multiLevelType w:val="hybridMultilevel"/>
    <w:tmpl w:val="30FCB73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-804"/>
        </w:tabs>
        <w:ind w:left="-80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-84"/>
        </w:tabs>
        <w:ind w:left="-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636"/>
        </w:tabs>
        <w:ind w:left="6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356"/>
        </w:tabs>
        <w:ind w:left="135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076"/>
        </w:tabs>
        <w:ind w:left="20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2796"/>
        </w:tabs>
        <w:ind w:left="27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516"/>
        </w:tabs>
        <w:ind w:left="351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236"/>
        </w:tabs>
        <w:ind w:left="423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1D0"/>
    <w:rsid w:val="0000113A"/>
    <w:rsid w:val="00007200"/>
    <w:rsid w:val="0001160C"/>
    <w:rsid w:val="00011EFC"/>
    <w:rsid w:val="00036416"/>
    <w:rsid w:val="0005227B"/>
    <w:rsid w:val="000602A7"/>
    <w:rsid w:val="0007340E"/>
    <w:rsid w:val="00093274"/>
    <w:rsid w:val="00094C4D"/>
    <w:rsid w:val="000B7FDB"/>
    <w:rsid w:val="000D41D0"/>
    <w:rsid w:val="000E1D7E"/>
    <w:rsid w:val="000E1EBC"/>
    <w:rsid w:val="000E21BB"/>
    <w:rsid w:val="00101B92"/>
    <w:rsid w:val="001133FE"/>
    <w:rsid w:val="0015774C"/>
    <w:rsid w:val="001756E3"/>
    <w:rsid w:val="001C37DE"/>
    <w:rsid w:val="001D63DF"/>
    <w:rsid w:val="001F0564"/>
    <w:rsid w:val="001F0890"/>
    <w:rsid w:val="001F7CD5"/>
    <w:rsid w:val="002022F8"/>
    <w:rsid w:val="00214428"/>
    <w:rsid w:val="00225E5F"/>
    <w:rsid w:val="002443F6"/>
    <w:rsid w:val="0025560F"/>
    <w:rsid w:val="002853E3"/>
    <w:rsid w:val="002A7109"/>
    <w:rsid w:val="002C7D19"/>
    <w:rsid w:val="002E11EB"/>
    <w:rsid w:val="002E6CCE"/>
    <w:rsid w:val="0030630D"/>
    <w:rsid w:val="00314BA1"/>
    <w:rsid w:val="00372473"/>
    <w:rsid w:val="003C01B6"/>
    <w:rsid w:val="003E6707"/>
    <w:rsid w:val="00402AAD"/>
    <w:rsid w:val="0040651F"/>
    <w:rsid w:val="00423631"/>
    <w:rsid w:val="00445524"/>
    <w:rsid w:val="00483AB8"/>
    <w:rsid w:val="004F3150"/>
    <w:rsid w:val="00504999"/>
    <w:rsid w:val="005058F3"/>
    <w:rsid w:val="005715D0"/>
    <w:rsid w:val="00574FB5"/>
    <w:rsid w:val="00582F62"/>
    <w:rsid w:val="005B2D34"/>
    <w:rsid w:val="005C1EC0"/>
    <w:rsid w:val="005D46A4"/>
    <w:rsid w:val="005E0D88"/>
    <w:rsid w:val="005E32E6"/>
    <w:rsid w:val="005F138E"/>
    <w:rsid w:val="00601BD6"/>
    <w:rsid w:val="00621B42"/>
    <w:rsid w:val="00642B32"/>
    <w:rsid w:val="00685D46"/>
    <w:rsid w:val="0069638F"/>
    <w:rsid w:val="006B5591"/>
    <w:rsid w:val="006C6EA6"/>
    <w:rsid w:val="006D71D9"/>
    <w:rsid w:val="00701532"/>
    <w:rsid w:val="00710B57"/>
    <w:rsid w:val="00766BE6"/>
    <w:rsid w:val="00767830"/>
    <w:rsid w:val="007840A9"/>
    <w:rsid w:val="0078619B"/>
    <w:rsid w:val="007B2200"/>
    <w:rsid w:val="007E1005"/>
    <w:rsid w:val="00863CEA"/>
    <w:rsid w:val="00881703"/>
    <w:rsid w:val="008841A2"/>
    <w:rsid w:val="008A0424"/>
    <w:rsid w:val="008B2734"/>
    <w:rsid w:val="008B4814"/>
    <w:rsid w:val="008B5AD7"/>
    <w:rsid w:val="009159D0"/>
    <w:rsid w:val="00921FD1"/>
    <w:rsid w:val="009608CE"/>
    <w:rsid w:val="0099157F"/>
    <w:rsid w:val="009A55E9"/>
    <w:rsid w:val="00A047AE"/>
    <w:rsid w:val="00A15BE7"/>
    <w:rsid w:val="00A16F52"/>
    <w:rsid w:val="00A24AE9"/>
    <w:rsid w:val="00A36491"/>
    <w:rsid w:val="00A50E1E"/>
    <w:rsid w:val="00A87456"/>
    <w:rsid w:val="00B15AF5"/>
    <w:rsid w:val="00BA1729"/>
    <w:rsid w:val="00BA1B18"/>
    <w:rsid w:val="00BA407B"/>
    <w:rsid w:val="00BA484C"/>
    <w:rsid w:val="00BB7799"/>
    <w:rsid w:val="00BB7A8A"/>
    <w:rsid w:val="00BD22D5"/>
    <w:rsid w:val="00BE3CE5"/>
    <w:rsid w:val="00BE43A7"/>
    <w:rsid w:val="00BF7A31"/>
    <w:rsid w:val="00C075F6"/>
    <w:rsid w:val="00C11B69"/>
    <w:rsid w:val="00C14AB5"/>
    <w:rsid w:val="00C31667"/>
    <w:rsid w:val="00C53941"/>
    <w:rsid w:val="00C61B56"/>
    <w:rsid w:val="00CA3509"/>
    <w:rsid w:val="00CA6153"/>
    <w:rsid w:val="00CF0852"/>
    <w:rsid w:val="00D0352F"/>
    <w:rsid w:val="00D20764"/>
    <w:rsid w:val="00D20DBB"/>
    <w:rsid w:val="00D306FB"/>
    <w:rsid w:val="00D3393D"/>
    <w:rsid w:val="00D419CD"/>
    <w:rsid w:val="00D428D2"/>
    <w:rsid w:val="00D52475"/>
    <w:rsid w:val="00D8119F"/>
    <w:rsid w:val="00D831E3"/>
    <w:rsid w:val="00D85B62"/>
    <w:rsid w:val="00DA44AE"/>
    <w:rsid w:val="00DB079B"/>
    <w:rsid w:val="00DB1401"/>
    <w:rsid w:val="00DD5EB3"/>
    <w:rsid w:val="00DE7492"/>
    <w:rsid w:val="00DF38B8"/>
    <w:rsid w:val="00E0668C"/>
    <w:rsid w:val="00E22F96"/>
    <w:rsid w:val="00E27349"/>
    <w:rsid w:val="00E35EDC"/>
    <w:rsid w:val="00E442DE"/>
    <w:rsid w:val="00E540A6"/>
    <w:rsid w:val="00E576A9"/>
    <w:rsid w:val="00E64DFB"/>
    <w:rsid w:val="00E741C1"/>
    <w:rsid w:val="00E83EF7"/>
    <w:rsid w:val="00EB5E3F"/>
    <w:rsid w:val="00EB7D92"/>
    <w:rsid w:val="00ED0CFF"/>
    <w:rsid w:val="00EE162B"/>
    <w:rsid w:val="00EE5882"/>
    <w:rsid w:val="00F27614"/>
    <w:rsid w:val="00F36B34"/>
    <w:rsid w:val="00F761E9"/>
    <w:rsid w:val="00FE33B4"/>
    <w:rsid w:val="00FE656F"/>
    <w:rsid w:val="00FF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6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D41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99"/>
    <w:qFormat/>
    <w:rsid w:val="000D41D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0D4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41D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D41D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E64DFB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u w:val="single"/>
      <w:lang w:eastAsia="en-AU"/>
    </w:rPr>
  </w:style>
  <w:style w:type="character" w:customStyle="1" w:styleId="TitleChar">
    <w:name w:val="Title Char"/>
    <w:basedOn w:val="DefaultParagraphFont"/>
    <w:link w:val="Title"/>
    <w:uiPriority w:val="99"/>
    <w:locked/>
    <w:rsid w:val="00E64DFB"/>
    <w:rPr>
      <w:rFonts w:ascii="Times New Roman" w:hAnsi="Times New Roman" w:cs="Times New Roman"/>
      <w:sz w:val="20"/>
      <w:szCs w:val="20"/>
      <w:u w:val="single"/>
      <w:lang w:eastAsia="en-AU"/>
    </w:rPr>
  </w:style>
  <w:style w:type="paragraph" w:styleId="Subtitle">
    <w:name w:val="Subtitle"/>
    <w:basedOn w:val="Normal"/>
    <w:link w:val="SubtitleChar"/>
    <w:uiPriority w:val="99"/>
    <w:qFormat/>
    <w:rsid w:val="00E64DFB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4DFB"/>
    <w:rPr>
      <w:rFonts w:ascii="Times New Roman" w:hAnsi="Times New Roman" w:cs="Times New Roman"/>
      <w:b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rsid w:val="002443F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D42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28D2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D42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8D2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0522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E656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</Pages>
  <Words>153</Words>
  <Characters>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Joseph’s Primary</dc:title>
  <dc:subject/>
  <dc:creator>leadbitter</dc:creator>
  <cp:keywords/>
  <dc:description/>
  <cp:lastModifiedBy>kristy.ticehurst</cp:lastModifiedBy>
  <cp:revision>5</cp:revision>
  <cp:lastPrinted>2011-03-22T03:43:00Z</cp:lastPrinted>
  <dcterms:created xsi:type="dcterms:W3CDTF">2011-03-22T00:17:00Z</dcterms:created>
  <dcterms:modified xsi:type="dcterms:W3CDTF">2011-08-10T00:21:00Z</dcterms:modified>
</cp:coreProperties>
</file>